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090" w:rsidRDefault="00463090" w:rsidP="00463090">
      <w:pPr>
        <w:rPr>
          <w:rFonts w:ascii="Arial" w:hAnsi="Arial" w:cs="Arial"/>
          <w:sz w:val="28"/>
        </w:rPr>
      </w:pPr>
      <w:r w:rsidRPr="00D10EE6">
        <w:rPr>
          <w:rFonts w:ascii="Arial" w:hAnsi="Arial" w:cs="Arial"/>
          <w:b/>
          <w:i/>
          <w:sz w:val="28"/>
          <w:szCs w:val="28"/>
        </w:rPr>
        <w:t>Exercice</w:t>
      </w:r>
      <w:r w:rsidRPr="00D10EE6">
        <w:rPr>
          <w:rFonts w:ascii="Arial" w:hAnsi="Arial" w:cs="Arial"/>
          <w:b/>
          <w:sz w:val="28"/>
        </w:rPr>
        <w:t xml:space="preserve"> </w:t>
      </w:r>
      <w:r w:rsidRPr="00D10EE6">
        <w:rPr>
          <w:rFonts w:ascii="Arial" w:hAnsi="Arial" w:cs="Arial"/>
          <w:sz w:val="28"/>
        </w:rPr>
        <w:t xml:space="preserve">: </w:t>
      </w:r>
      <w:r>
        <w:rPr>
          <w:rFonts w:ascii="Arial" w:hAnsi="Arial" w:cs="Arial"/>
          <w:sz w:val="28"/>
        </w:rPr>
        <w:t xml:space="preserve">Compte le nombre de voitures </w:t>
      </w:r>
    </w:p>
    <w:p w:rsidR="00463090" w:rsidRDefault="00463090" w:rsidP="00463090">
      <w:pPr>
        <w:rPr>
          <w:rFonts w:ascii="Arial" w:hAnsi="Arial" w:cs="Arial"/>
          <w:sz w:val="28"/>
        </w:rPr>
      </w:pPr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9.05pt;margin-top:154.85pt;width:54.3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>
            <wp:extent cx="4933734" cy="2583543"/>
            <wp:effectExtent l="0" t="0" r="635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86E" w:rsidRDefault="0073386E" w:rsidP="00463090"/>
    <w:p w:rsidR="00463090" w:rsidRDefault="00463090" w:rsidP="00463090"/>
    <w:p w:rsidR="00463090" w:rsidRDefault="00463090" w:rsidP="00463090"/>
    <w:p w:rsidR="00463090" w:rsidRDefault="00463090" w:rsidP="00463090"/>
    <w:p w:rsidR="00463090" w:rsidRDefault="00463090" w:rsidP="00463090">
      <w:pPr>
        <w:rPr>
          <w:rFonts w:ascii="Arial" w:hAnsi="Arial" w:cs="Arial"/>
          <w:sz w:val="28"/>
        </w:rPr>
      </w:pPr>
      <w:r w:rsidRPr="00D10EE6">
        <w:rPr>
          <w:rFonts w:ascii="Arial" w:hAnsi="Arial" w:cs="Arial"/>
          <w:b/>
          <w:i/>
          <w:sz w:val="28"/>
          <w:szCs w:val="28"/>
        </w:rPr>
        <w:t>Exercice</w:t>
      </w:r>
      <w:r w:rsidRPr="00D10EE6">
        <w:rPr>
          <w:rFonts w:ascii="Arial" w:hAnsi="Arial" w:cs="Arial"/>
          <w:b/>
          <w:sz w:val="28"/>
        </w:rPr>
        <w:t xml:space="preserve"> </w:t>
      </w:r>
      <w:r w:rsidRPr="00D10EE6">
        <w:rPr>
          <w:rFonts w:ascii="Arial" w:hAnsi="Arial" w:cs="Arial"/>
          <w:sz w:val="28"/>
        </w:rPr>
        <w:t xml:space="preserve">: </w:t>
      </w:r>
      <w:r>
        <w:rPr>
          <w:rFonts w:ascii="Arial" w:hAnsi="Arial" w:cs="Arial"/>
          <w:sz w:val="28"/>
        </w:rPr>
        <w:t xml:space="preserve">Compte le nombre de voitures </w:t>
      </w:r>
    </w:p>
    <w:p w:rsidR="00463090" w:rsidRDefault="00463090" w:rsidP="00463090">
      <w:pPr>
        <w:rPr>
          <w:rFonts w:ascii="Arial" w:hAnsi="Arial" w:cs="Arial"/>
          <w:sz w:val="28"/>
        </w:rPr>
      </w:pPr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3C3FCB" wp14:editId="23683819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C3FCB" id="Zone de texte 5" o:spid="_x0000_s1027" type="#_x0000_t202" style="position:absolute;margin-left:319.05pt;margin-top:154.85pt;width:54.3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 wp14:anchorId="703CD98A" wp14:editId="697287C1">
            <wp:extent cx="4933734" cy="2583543"/>
            <wp:effectExtent l="0" t="0" r="635" b="762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090" w:rsidRDefault="00463090" w:rsidP="00463090">
      <w:pPr>
        <w:rPr>
          <w:rFonts w:ascii="Arial" w:hAnsi="Arial" w:cs="Arial"/>
          <w:sz w:val="28"/>
        </w:rPr>
      </w:pPr>
      <w:r w:rsidRPr="00D10EE6">
        <w:rPr>
          <w:rFonts w:ascii="Arial" w:hAnsi="Arial" w:cs="Arial"/>
          <w:b/>
          <w:i/>
          <w:sz w:val="28"/>
          <w:szCs w:val="28"/>
        </w:rPr>
        <w:t>Exercice</w:t>
      </w:r>
      <w:r w:rsidRPr="00D10EE6">
        <w:rPr>
          <w:rFonts w:ascii="Arial" w:hAnsi="Arial" w:cs="Arial"/>
          <w:b/>
          <w:sz w:val="28"/>
        </w:rPr>
        <w:t xml:space="preserve"> </w:t>
      </w:r>
      <w:r w:rsidRPr="00D10EE6">
        <w:rPr>
          <w:rFonts w:ascii="Arial" w:hAnsi="Arial" w:cs="Arial"/>
          <w:sz w:val="28"/>
        </w:rPr>
        <w:t xml:space="preserve">: </w:t>
      </w:r>
      <w:r>
        <w:rPr>
          <w:rFonts w:ascii="Arial" w:hAnsi="Arial" w:cs="Arial"/>
          <w:sz w:val="28"/>
        </w:rPr>
        <w:t xml:space="preserve">Compte le nombre de voitures </w:t>
      </w:r>
    </w:p>
    <w:p w:rsidR="00463090" w:rsidRDefault="00463090" w:rsidP="00463090">
      <w:pPr>
        <w:rPr>
          <w:rFonts w:ascii="Arial" w:hAnsi="Arial" w:cs="Arial"/>
          <w:sz w:val="28"/>
        </w:rPr>
      </w:pPr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3C3FCB" wp14:editId="23683819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C3FCB" id="Zone de texte 7" o:spid="_x0000_s1028" type="#_x0000_t202" style="position:absolute;margin-left:319.05pt;margin-top:154.85pt;width:54.3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 wp14:anchorId="703CD98A" wp14:editId="697287C1">
            <wp:extent cx="4933734" cy="2583543"/>
            <wp:effectExtent l="0" t="0" r="635" b="762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090" w:rsidRDefault="00463090" w:rsidP="00463090"/>
    <w:p w:rsidR="00463090" w:rsidRPr="00463090" w:rsidRDefault="00463090" w:rsidP="00463090"/>
    <w:p w:rsidR="00463090" w:rsidRDefault="00463090" w:rsidP="00463090"/>
    <w:p w:rsidR="00463090" w:rsidRDefault="00463090" w:rsidP="00463090">
      <w:pPr>
        <w:rPr>
          <w:rFonts w:ascii="Arial" w:hAnsi="Arial" w:cs="Arial"/>
          <w:sz w:val="28"/>
        </w:rPr>
      </w:pPr>
      <w:r w:rsidRPr="00D10EE6">
        <w:rPr>
          <w:rFonts w:ascii="Arial" w:hAnsi="Arial" w:cs="Arial"/>
          <w:b/>
          <w:i/>
          <w:sz w:val="28"/>
          <w:szCs w:val="28"/>
        </w:rPr>
        <w:t>Exercice</w:t>
      </w:r>
      <w:r w:rsidRPr="00D10EE6">
        <w:rPr>
          <w:rFonts w:ascii="Arial" w:hAnsi="Arial" w:cs="Arial"/>
          <w:b/>
          <w:sz w:val="28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i/>
          <w:iCs/>
          <w:sz w:val="28"/>
        </w:rPr>
        <w:t xml:space="preserve"> </w:t>
      </w:r>
      <w:r w:rsidRPr="00D10EE6">
        <w:rPr>
          <w:rFonts w:ascii="Arial" w:hAnsi="Arial" w:cs="Arial"/>
          <w:sz w:val="28"/>
        </w:rPr>
        <w:t xml:space="preserve">: </w:t>
      </w:r>
      <w:r>
        <w:rPr>
          <w:rFonts w:ascii="Arial" w:hAnsi="Arial" w:cs="Arial"/>
          <w:sz w:val="28"/>
        </w:rPr>
        <w:t>Compte le nombre de voitures</w:t>
      </w:r>
    </w:p>
    <w:p w:rsidR="00463090" w:rsidRDefault="00463090" w:rsidP="0046309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</w:p>
    <w:p w:rsidR="00463090" w:rsidRDefault="00463090" w:rsidP="00463090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C3FCB" wp14:editId="23683819">
                <wp:simplePos x="0" y="0"/>
                <wp:positionH relativeFrom="column">
                  <wp:posOffset>4052026</wp:posOffset>
                </wp:positionH>
                <wp:positionV relativeFrom="paragraph">
                  <wp:posOffset>1966867</wp:posOffset>
                </wp:positionV>
                <wp:extent cx="690245" cy="704850"/>
                <wp:effectExtent l="8890" t="6985" r="5715" b="12065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90" w:rsidRDefault="00463090" w:rsidP="00463090"/>
                          <w:p w:rsidR="00463090" w:rsidRPr="00856360" w:rsidRDefault="00463090" w:rsidP="00463090">
                            <w:pPr>
                              <w:rPr>
                                <w:sz w:val="48"/>
                              </w:rPr>
                            </w:pPr>
                            <w:r w:rsidRPr="00856360">
                              <w:rPr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C3FCB" id="Zone de texte 9" o:spid="_x0000_s1029" type="#_x0000_t202" style="position:absolute;margin-left:319.05pt;margin-top:154.85pt;width:54.3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">
                <v:textbox>
                  <w:txbxContent>
                    <w:p w:rsidR="00463090" w:rsidRDefault="00463090" w:rsidP="00463090"/>
                    <w:p w:rsidR="00463090" w:rsidRPr="00856360" w:rsidRDefault="00463090" w:rsidP="00463090">
                      <w:pPr>
                        <w:rPr>
                          <w:sz w:val="48"/>
                        </w:rPr>
                      </w:pPr>
                      <w:r w:rsidRPr="00856360">
                        <w:rPr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56360">
        <w:rPr>
          <w:rFonts w:ascii="Arial" w:hAnsi="Arial" w:cs="Arial"/>
          <w:i/>
          <w:noProof/>
          <w:sz w:val="28"/>
          <w:szCs w:val="28"/>
        </w:rPr>
        <w:drawing>
          <wp:inline distT="0" distB="0" distL="0" distR="0" wp14:anchorId="703CD98A" wp14:editId="697287C1">
            <wp:extent cx="4933734" cy="2583543"/>
            <wp:effectExtent l="0" t="0" r="635" b="762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846" cy="259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090" w:rsidRPr="00463090" w:rsidRDefault="00463090" w:rsidP="00463090"/>
    <w:p w:rsidR="00463090" w:rsidRPr="00463090" w:rsidRDefault="00463090" w:rsidP="00463090"/>
    <w:sectPr w:rsidR="00463090" w:rsidRPr="00463090" w:rsidSect="0073386E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6E"/>
    <w:rsid w:val="0011326D"/>
    <w:rsid w:val="001D645B"/>
    <w:rsid w:val="00463090"/>
    <w:rsid w:val="005175A3"/>
    <w:rsid w:val="005F7238"/>
    <w:rsid w:val="0073386E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4AE75-47A3-43A2-B236-BDB7552A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386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2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cp:lastPrinted>2016-11-20T07:44:00Z</cp:lastPrinted>
  <dcterms:created xsi:type="dcterms:W3CDTF">2016-11-20T07:45:00Z</dcterms:created>
  <dcterms:modified xsi:type="dcterms:W3CDTF">2017-08-23T06:10:00Z</dcterms:modified>
</cp:coreProperties>
</file>